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DFE" w:rsidRPr="004D041B" w:rsidRDefault="000F0DFE" w:rsidP="00254C42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Agenda: Tuesday</w:t>
      </w:r>
      <w:r w:rsidRPr="004D041B">
        <w:rPr>
          <w:rFonts w:ascii="Arial" w:hAnsi="Arial" w:cs="Arial"/>
          <w:b/>
          <w:sz w:val="44"/>
          <w:szCs w:val="44"/>
        </w:rPr>
        <w:t xml:space="preserve">, </w:t>
      </w:r>
      <w:r>
        <w:rPr>
          <w:rFonts w:ascii="Arial" w:hAnsi="Arial" w:cs="Arial"/>
          <w:b/>
          <w:sz w:val="44"/>
          <w:szCs w:val="44"/>
        </w:rPr>
        <w:t>10/5</w:t>
      </w:r>
    </w:p>
    <w:p w:rsidR="000F0DFE" w:rsidRDefault="000F0DFE" w:rsidP="00254C42">
      <w:pPr>
        <w:rPr>
          <w:rFonts w:ascii="Arial" w:hAnsi="Arial" w:cs="Arial"/>
          <w:b/>
          <w:sz w:val="38"/>
          <w:szCs w:val="38"/>
        </w:rPr>
      </w:pPr>
    </w:p>
    <w:p w:rsidR="000F0DFE" w:rsidRDefault="000F0DFE" w:rsidP="00254C42">
      <w:pPr>
        <w:rPr>
          <w:rFonts w:ascii="Arial" w:hAnsi="Arial" w:cs="Arial"/>
          <w:b/>
          <w:sz w:val="38"/>
          <w:szCs w:val="38"/>
        </w:rPr>
      </w:pPr>
    </w:p>
    <w:p w:rsidR="000F0DFE" w:rsidRDefault="000F0DFE" w:rsidP="00254C42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Do Now- in notebook</w:t>
      </w:r>
      <w:r>
        <w:rPr>
          <w:rFonts w:ascii="Arial" w:hAnsi="Arial" w:cs="Arial"/>
          <w:b/>
          <w:sz w:val="38"/>
          <w:szCs w:val="38"/>
        </w:rPr>
        <w:tab/>
      </w:r>
      <w:r>
        <w:rPr>
          <w:rFonts w:ascii="Arial" w:hAnsi="Arial" w:cs="Arial"/>
          <w:b/>
          <w:sz w:val="38"/>
          <w:szCs w:val="38"/>
        </w:rPr>
        <w:tab/>
      </w:r>
    </w:p>
    <w:p w:rsidR="000F0DFE" w:rsidRDefault="000F0DFE" w:rsidP="00254C42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“I think that frame of reference means…”</w:t>
      </w:r>
    </w:p>
    <w:p w:rsidR="000F0DFE" w:rsidRDefault="000F0DFE" w:rsidP="00254C42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Don’t use anything to help you for this</w:t>
      </w:r>
    </w:p>
    <w:p w:rsidR="000F0DFE" w:rsidRDefault="000F0DFE" w:rsidP="00254C42">
      <w:pPr>
        <w:rPr>
          <w:rFonts w:ascii="Arial" w:hAnsi="Arial" w:cs="Arial"/>
          <w:b/>
          <w:sz w:val="38"/>
          <w:szCs w:val="38"/>
        </w:rPr>
      </w:pPr>
    </w:p>
    <w:p w:rsidR="000F0DFE" w:rsidRDefault="000F0DFE" w:rsidP="00D04D9E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Take out:</w:t>
      </w:r>
    </w:p>
    <w:p w:rsidR="000F0DFE" w:rsidRDefault="000F0DFE" w:rsidP="00D04D9E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Lab Contracts</w:t>
      </w:r>
    </w:p>
    <w:p w:rsidR="000F0DFE" w:rsidRDefault="000F0DFE" w:rsidP="00D04D9E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Vocab Mini-Book</w:t>
      </w:r>
    </w:p>
    <w:p w:rsidR="000F0DFE" w:rsidRDefault="000F0DFE" w:rsidP="00D04D9E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YAYAs</w:t>
      </w:r>
    </w:p>
    <w:p w:rsidR="000F0DFE" w:rsidRDefault="000F0DFE" w:rsidP="00D04D9E">
      <w:pPr>
        <w:rPr>
          <w:rFonts w:ascii="Arial" w:hAnsi="Arial" w:cs="Arial"/>
          <w:b/>
          <w:sz w:val="38"/>
          <w:szCs w:val="38"/>
        </w:rPr>
      </w:pPr>
    </w:p>
    <w:p w:rsidR="000F0DFE" w:rsidRDefault="000F0DFE" w:rsidP="00254C42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Vocab Quiz on Thursday- prepare for it!</w:t>
      </w:r>
    </w:p>
    <w:p w:rsidR="000F0DFE" w:rsidRDefault="000F0DFE" w:rsidP="002A4CA1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Use your Vocab Mini-Book</w:t>
      </w:r>
    </w:p>
    <w:p w:rsidR="000F0DFE" w:rsidRDefault="000F0DFE" w:rsidP="005B4FEC">
      <w:pPr>
        <w:ind w:left="720"/>
        <w:rPr>
          <w:rFonts w:ascii="Arial" w:hAnsi="Arial" w:cs="Arial"/>
          <w:b/>
          <w:sz w:val="38"/>
          <w:szCs w:val="38"/>
        </w:rPr>
      </w:pPr>
    </w:p>
    <w:p w:rsidR="000F0DFE" w:rsidRDefault="000F0DFE" w:rsidP="009B54BD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Read and summarize paragraphs in “Frames of Reference” sections (pg. 328-9)</w:t>
      </w:r>
      <w:r>
        <w:rPr>
          <w:rFonts w:ascii="Arial" w:hAnsi="Arial" w:cs="Arial"/>
          <w:b/>
          <w:sz w:val="38"/>
          <w:szCs w:val="38"/>
        </w:rPr>
        <w:tab/>
      </w:r>
      <w:r>
        <w:rPr>
          <w:rFonts w:ascii="Arial" w:hAnsi="Arial" w:cs="Arial"/>
          <w:b/>
          <w:sz w:val="38"/>
          <w:szCs w:val="38"/>
        </w:rPr>
        <w:tab/>
      </w:r>
    </w:p>
    <w:p w:rsidR="000F0DFE" w:rsidRDefault="000F0DFE" w:rsidP="00A61688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Summary should be long enough to summarize the important information- </w:t>
      </w:r>
    </w:p>
    <w:p w:rsidR="000F0DFE" w:rsidRDefault="000F0DFE" w:rsidP="009B54BD">
      <w:pPr>
        <w:ind w:left="720"/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(DON’T ASK HOW LONG THEY NEED TO BE)</w:t>
      </w:r>
    </w:p>
    <w:p w:rsidR="000F0DFE" w:rsidRDefault="000F0DFE" w:rsidP="00665639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Put these near your YAYAs- </w:t>
      </w:r>
      <w:r w:rsidRPr="00E76305">
        <w:rPr>
          <w:rFonts w:ascii="Arial" w:hAnsi="Arial" w:cs="Arial"/>
          <w:b/>
          <w:sz w:val="38"/>
          <w:szCs w:val="38"/>
          <w:u w:val="single"/>
        </w:rPr>
        <w:t>they go together</w:t>
      </w:r>
    </w:p>
    <w:p w:rsidR="000F0DFE" w:rsidRDefault="000F0DFE" w:rsidP="00665639">
      <w:pPr>
        <w:rPr>
          <w:rFonts w:ascii="Arial" w:hAnsi="Arial" w:cs="Arial"/>
          <w:b/>
          <w:sz w:val="38"/>
          <w:szCs w:val="38"/>
        </w:rPr>
      </w:pPr>
    </w:p>
    <w:p w:rsidR="000F0DFE" w:rsidRDefault="000F0DFE" w:rsidP="00665639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Frames of Reference Demo</w:t>
      </w:r>
    </w:p>
    <w:p w:rsidR="000F0DFE" w:rsidRDefault="000F0DFE" w:rsidP="003B7F1E">
      <w:pPr>
        <w:numPr>
          <w:ilvl w:val="0"/>
          <w:numId w:val="3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Draw the </w:t>
      </w:r>
      <w:r w:rsidRPr="00CB441C">
        <w:rPr>
          <w:rFonts w:ascii="Arial" w:hAnsi="Arial" w:cs="Arial"/>
          <w:b/>
          <w:sz w:val="38"/>
          <w:szCs w:val="38"/>
          <w:u w:val="single"/>
        </w:rPr>
        <w:t>motion of the ball</w:t>
      </w:r>
      <w:r>
        <w:rPr>
          <w:rFonts w:ascii="Arial" w:hAnsi="Arial" w:cs="Arial"/>
          <w:b/>
          <w:sz w:val="38"/>
          <w:szCs w:val="38"/>
        </w:rPr>
        <w:t xml:space="preserve"> in the correct place on your storyboard</w:t>
      </w:r>
    </w:p>
    <w:p w:rsidR="000F0DFE" w:rsidRDefault="000F0DFE" w:rsidP="00665639">
      <w:pPr>
        <w:numPr>
          <w:ilvl w:val="0"/>
          <w:numId w:val="3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Each box shows a different </w:t>
      </w:r>
      <w:r w:rsidRPr="00A31F62">
        <w:rPr>
          <w:rFonts w:ascii="Arial" w:hAnsi="Arial" w:cs="Arial"/>
          <w:b/>
          <w:sz w:val="38"/>
          <w:szCs w:val="38"/>
          <w:u w:val="single"/>
        </w:rPr>
        <w:t>frame of reference</w:t>
      </w:r>
      <w:r w:rsidRPr="00DC0D21">
        <w:rPr>
          <w:rFonts w:ascii="Arial" w:hAnsi="Arial" w:cs="Arial"/>
          <w:b/>
          <w:sz w:val="38"/>
          <w:szCs w:val="38"/>
        </w:rPr>
        <w:t xml:space="preserve"> (</w:t>
      </w:r>
      <w:r>
        <w:rPr>
          <w:rFonts w:ascii="Arial" w:hAnsi="Arial" w:cs="Arial"/>
          <w:b/>
          <w:sz w:val="38"/>
          <w:szCs w:val="38"/>
        </w:rPr>
        <w:t>what is moving, what is not moving</w:t>
      </w:r>
      <w:r w:rsidRPr="00DC0D21">
        <w:rPr>
          <w:rFonts w:ascii="Arial" w:hAnsi="Arial" w:cs="Arial"/>
          <w:b/>
          <w:sz w:val="38"/>
          <w:szCs w:val="38"/>
        </w:rPr>
        <w:t>)</w:t>
      </w:r>
    </w:p>
    <w:p w:rsidR="000F0DFE" w:rsidRDefault="000F0DFE" w:rsidP="00665639">
      <w:pPr>
        <w:ind w:left="720"/>
        <w:rPr>
          <w:rFonts w:ascii="Arial" w:hAnsi="Arial" w:cs="Arial"/>
          <w:b/>
          <w:sz w:val="38"/>
          <w:szCs w:val="38"/>
        </w:rPr>
      </w:pPr>
    </w:p>
    <w:p w:rsidR="000F0DFE" w:rsidRDefault="000F0DFE" w:rsidP="00665639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Distance vs. Displacement</w:t>
      </w:r>
    </w:p>
    <w:p w:rsidR="000F0DFE" w:rsidRDefault="000F0DFE" w:rsidP="003B7F1E">
      <w:pPr>
        <w:numPr>
          <w:ilvl w:val="0"/>
          <w:numId w:val="4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Summarize paragraphs that discuss these topics</w:t>
      </w: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38"/>
          <w:szCs w:val="38"/>
        </w:rPr>
        <w:t>[</w:t>
      </w:r>
      <w:r>
        <w:rPr>
          <w:rFonts w:ascii="Arial" w:hAnsi="Arial" w:cs="Arial"/>
          <w:b/>
          <w:color w:val="0000FF"/>
          <w:sz w:val="38"/>
          <w:szCs w:val="38"/>
        </w:rPr>
        <w:t>[Q</w:t>
      </w:r>
      <w:r w:rsidRPr="008429D1">
        <w:rPr>
          <w:rFonts w:ascii="Arial" w:hAnsi="Arial" w:cs="Arial"/>
          <w:b/>
          <w:color w:val="0000FF"/>
          <w:sz w:val="38"/>
          <w:szCs w:val="38"/>
        </w:rPr>
        <w:t>UIET, INDIVIDUAL</w:t>
      </w:r>
      <w:r>
        <w:rPr>
          <w:rFonts w:ascii="Arial" w:hAnsi="Arial" w:cs="Arial"/>
          <w:b/>
          <w:color w:val="0000FF"/>
          <w:sz w:val="38"/>
          <w:szCs w:val="38"/>
        </w:rPr>
        <w:t>]</w:t>
      </w:r>
      <w:r w:rsidRPr="005A68E4">
        <w:rPr>
          <w:rFonts w:ascii="Arial" w:hAnsi="Arial" w:cs="Arial"/>
          <w:b/>
          <w:sz w:val="38"/>
          <w:szCs w:val="38"/>
        </w:rPr>
        <w:t>]</w:t>
      </w: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Default="000F0DFE" w:rsidP="00BB0418">
      <w:pPr>
        <w:rPr>
          <w:rFonts w:ascii="Arial" w:hAnsi="Arial" w:cs="Arial"/>
          <w:b/>
          <w:sz w:val="44"/>
          <w:szCs w:val="44"/>
        </w:rPr>
      </w:pPr>
    </w:p>
    <w:p w:rsidR="000F0DFE" w:rsidRPr="004D041B" w:rsidRDefault="000F0DFE" w:rsidP="006F6FC1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Agenda: Tuesday</w:t>
      </w:r>
      <w:r w:rsidRPr="004D041B">
        <w:rPr>
          <w:rFonts w:ascii="Arial" w:hAnsi="Arial" w:cs="Arial"/>
          <w:b/>
          <w:sz w:val="44"/>
          <w:szCs w:val="44"/>
        </w:rPr>
        <w:t xml:space="preserve">, </w:t>
      </w:r>
      <w:r>
        <w:rPr>
          <w:rFonts w:ascii="Arial" w:hAnsi="Arial" w:cs="Arial"/>
          <w:b/>
          <w:sz w:val="44"/>
          <w:szCs w:val="44"/>
        </w:rPr>
        <w:t>10/5</w:t>
      </w:r>
    </w:p>
    <w:p w:rsidR="000F0DFE" w:rsidRDefault="000F0DFE" w:rsidP="006F6FC1">
      <w:pPr>
        <w:rPr>
          <w:rFonts w:ascii="Arial" w:hAnsi="Arial" w:cs="Arial"/>
          <w:b/>
          <w:sz w:val="38"/>
          <w:szCs w:val="38"/>
        </w:rPr>
      </w:pPr>
    </w:p>
    <w:p w:rsidR="000F0DFE" w:rsidRDefault="000F0DFE" w:rsidP="006F6FC1">
      <w:pPr>
        <w:rPr>
          <w:rFonts w:ascii="Arial" w:hAnsi="Arial" w:cs="Arial"/>
          <w:b/>
          <w:sz w:val="38"/>
          <w:szCs w:val="38"/>
        </w:rPr>
      </w:pPr>
    </w:p>
    <w:p w:rsidR="000F0DFE" w:rsidRDefault="000F0DFE" w:rsidP="00F4161C">
      <w:pPr>
        <w:numPr>
          <w:ilvl w:val="0"/>
          <w:numId w:val="5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Do Now: Content map</w:t>
      </w:r>
    </w:p>
    <w:p w:rsidR="000F0DFE" w:rsidRDefault="000F0DFE" w:rsidP="00F4161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Section 11.1 only</w:t>
      </w:r>
      <w:r>
        <w:rPr>
          <w:rFonts w:ascii="Arial" w:hAnsi="Arial" w:cs="Arial"/>
          <w:b/>
          <w:sz w:val="38"/>
          <w:szCs w:val="38"/>
        </w:rPr>
        <w:tab/>
      </w:r>
      <w:r>
        <w:rPr>
          <w:rFonts w:ascii="Arial" w:hAnsi="Arial" w:cs="Arial"/>
          <w:b/>
          <w:sz w:val="38"/>
          <w:szCs w:val="38"/>
        </w:rPr>
        <w:tab/>
      </w:r>
    </w:p>
    <w:p w:rsidR="000F0DFE" w:rsidRDefault="000F0DFE" w:rsidP="006F6FC1">
      <w:pPr>
        <w:rPr>
          <w:rFonts w:ascii="Arial" w:hAnsi="Arial" w:cs="Arial"/>
          <w:b/>
          <w:sz w:val="38"/>
          <w:szCs w:val="38"/>
        </w:rPr>
      </w:pPr>
    </w:p>
    <w:p w:rsidR="000F0DFE" w:rsidRDefault="000F0DFE" w:rsidP="00403F1C">
      <w:pPr>
        <w:numPr>
          <w:ilvl w:val="0"/>
          <w:numId w:val="5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Laboratory Contracts?</w:t>
      </w:r>
    </w:p>
    <w:p w:rsidR="000F0DFE" w:rsidRDefault="000F0DFE" w:rsidP="006F6FC1">
      <w:pPr>
        <w:rPr>
          <w:rFonts w:ascii="Arial" w:hAnsi="Arial" w:cs="Arial"/>
          <w:b/>
          <w:sz w:val="38"/>
          <w:szCs w:val="38"/>
        </w:rPr>
      </w:pPr>
    </w:p>
    <w:p w:rsidR="000F0DFE" w:rsidRDefault="000F0DFE" w:rsidP="006F6FC1">
      <w:pPr>
        <w:numPr>
          <w:ilvl w:val="0"/>
          <w:numId w:val="5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Finish Vocab Mini-Books</w:t>
      </w:r>
    </w:p>
    <w:p w:rsidR="000F0DFE" w:rsidRDefault="000F0DFE" w:rsidP="007D701A">
      <w:pPr>
        <w:rPr>
          <w:rFonts w:ascii="Arial" w:hAnsi="Arial" w:cs="Arial"/>
          <w:b/>
          <w:sz w:val="38"/>
          <w:szCs w:val="38"/>
        </w:rPr>
      </w:pPr>
    </w:p>
    <w:p w:rsidR="000F0DFE" w:rsidRDefault="000F0DFE" w:rsidP="00392874">
      <w:pPr>
        <w:numPr>
          <w:ilvl w:val="0"/>
          <w:numId w:val="5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Vocab Quiz on Thursday- prepare for it!</w:t>
      </w:r>
    </w:p>
    <w:p w:rsidR="000F0DFE" w:rsidRDefault="000F0DFE" w:rsidP="006569DF">
      <w:pPr>
        <w:numPr>
          <w:ilvl w:val="0"/>
          <w:numId w:val="6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Use your Vocab Mini-Book</w:t>
      </w:r>
    </w:p>
    <w:p w:rsidR="000F0DFE" w:rsidRDefault="000F0DFE" w:rsidP="007D701A">
      <w:pPr>
        <w:rPr>
          <w:rFonts w:ascii="Arial" w:hAnsi="Arial" w:cs="Arial"/>
          <w:b/>
          <w:sz w:val="38"/>
          <w:szCs w:val="38"/>
        </w:rPr>
      </w:pPr>
    </w:p>
    <w:p w:rsidR="000F0DFE" w:rsidRPr="006569DF" w:rsidRDefault="000F0DFE" w:rsidP="006569DF">
      <w:pPr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38"/>
          <w:szCs w:val="38"/>
        </w:rPr>
        <w:t>5) YAYA- You Ask, You Answer</w:t>
      </w:r>
      <w:r>
        <w:rPr>
          <w:rFonts w:ascii="Arial" w:hAnsi="Arial" w:cs="Arial"/>
          <w:b/>
          <w:sz w:val="38"/>
          <w:szCs w:val="38"/>
        </w:rPr>
        <w:tab/>
      </w:r>
      <w:r>
        <w:rPr>
          <w:rFonts w:ascii="Arial" w:hAnsi="Arial" w:cs="Arial"/>
          <w:b/>
          <w:sz w:val="38"/>
          <w:szCs w:val="38"/>
        </w:rPr>
        <w:br/>
        <w:t>[</w:t>
      </w:r>
      <w:r>
        <w:rPr>
          <w:rFonts w:ascii="Arial" w:hAnsi="Arial" w:cs="Arial"/>
          <w:b/>
          <w:color w:val="0000FF"/>
          <w:sz w:val="38"/>
          <w:szCs w:val="38"/>
        </w:rPr>
        <w:t>[Q</w:t>
      </w:r>
      <w:r w:rsidRPr="008429D1">
        <w:rPr>
          <w:rFonts w:ascii="Arial" w:hAnsi="Arial" w:cs="Arial"/>
          <w:b/>
          <w:color w:val="0000FF"/>
          <w:sz w:val="38"/>
          <w:szCs w:val="38"/>
        </w:rPr>
        <w:t>UIET, INDIVIDUAL</w:t>
      </w:r>
      <w:r>
        <w:rPr>
          <w:rFonts w:ascii="Arial" w:hAnsi="Arial" w:cs="Arial"/>
          <w:b/>
          <w:color w:val="0000FF"/>
          <w:sz w:val="38"/>
          <w:szCs w:val="38"/>
        </w:rPr>
        <w:t>]</w:t>
      </w:r>
      <w:r w:rsidRPr="005A68E4">
        <w:rPr>
          <w:rFonts w:ascii="Arial" w:hAnsi="Arial" w:cs="Arial"/>
          <w:b/>
          <w:sz w:val="38"/>
          <w:szCs w:val="38"/>
        </w:rPr>
        <w:t>]</w:t>
      </w:r>
    </w:p>
    <w:p w:rsidR="000F0DFE" w:rsidRDefault="000F0DFE" w:rsidP="006569DF">
      <w:pPr>
        <w:numPr>
          <w:ilvl w:val="0"/>
          <w:numId w:val="7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Complete for 11.1 in notebook</w:t>
      </w:r>
    </w:p>
    <w:p w:rsidR="000F0DFE" w:rsidRDefault="000F0DFE" w:rsidP="00493EA1">
      <w:pPr>
        <w:numPr>
          <w:ilvl w:val="0"/>
          <w:numId w:val="7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Start with a question-starter word </w:t>
      </w:r>
      <w:r>
        <w:rPr>
          <w:rFonts w:ascii="Arial" w:hAnsi="Arial" w:cs="Arial"/>
          <w:b/>
          <w:sz w:val="38"/>
          <w:szCs w:val="38"/>
        </w:rPr>
        <w:br/>
        <w:t>(on white board)</w:t>
      </w:r>
    </w:p>
    <w:p w:rsidR="000F0DFE" w:rsidRDefault="000F0DFE" w:rsidP="00A555A6">
      <w:pPr>
        <w:ind w:left="720"/>
        <w:rPr>
          <w:rFonts w:ascii="Arial" w:hAnsi="Arial" w:cs="Arial"/>
          <w:b/>
          <w:sz w:val="38"/>
          <w:szCs w:val="38"/>
        </w:rPr>
      </w:pPr>
    </w:p>
    <w:p w:rsidR="000F0DFE" w:rsidRDefault="000F0DFE" w:rsidP="00A555A6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Exit Ticket- finish Content Map</w:t>
      </w:r>
    </w:p>
    <w:p w:rsidR="000F0DFE" w:rsidRDefault="000F0DFE" w:rsidP="00BD3818">
      <w:pPr>
        <w:ind w:left="720"/>
        <w:rPr>
          <w:rFonts w:ascii="Arial" w:hAnsi="Arial" w:cs="Arial"/>
          <w:b/>
          <w:sz w:val="38"/>
          <w:szCs w:val="38"/>
        </w:rPr>
      </w:pPr>
    </w:p>
    <w:p w:rsidR="000F0DFE" w:rsidRDefault="000F0DFE" w:rsidP="007900D2"/>
    <w:p w:rsidR="000F0DFE" w:rsidRDefault="000F0DFE"/>
    <w:sectPr w:rsidR="000F0DFE" w:rsidSect="00E262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576C2"/>
    <w:multiLevelType w:val="hybridMultilevel"/>
    <w:tmpl w:val="B22022D8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7040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F22F0A"/>
    <w:multiLevelType w:val="hybridMultilevel"/>
    <w:tmpl w:val="9C5AD710"/>
    <w:lvl w:ilvl="0" w:tplc="00170409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59910CA"/>
    <w:multiLevelType w:val="hybridMultilevel"/>
    <w:tmpl w:val="92C0780C"/>
    <w:lvl w:ilvl="0" w:tplc="00170409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D4915F6"/>
    <w:multiLevelType w:val="hybridMultilevel"/>
    <w:tmpl w:val="5F3E6972"/>
    <w:lvl w:ilvl="0" w:tplc="00170409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DD90663"/>
    <w:multiLevelType w:val="hybridMultilevel"/>
    <w:tmpl w:val="7BA627EA"/>
    <w:lvl w:ilvl="0" w:tplc="00170409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A557F45"/>
    <w:multiLevelType w:val="hybridMultilevel"/>
    <w:tmpl w:val="7C486A74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BAB50B2"/>
    <w:multiLevelType w:val="hybridMultilevel"/>
    <w:tmpl w:val="FF68080E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00D2"/>
    <w:rsid w:val="0007596A"/>
    <w:rsid w:val="000A115F"/>
    <w:rsid w:val="000B0BE3"/>
    <w:rsid w:val="000F0DFE"/>
    <w:rsid w:val="0011094C"/>
    <w:rsid w:val="00163ABB"/>
    <w:rsid w:val="00180AC6"/>
    <w:rsid w:val="001C73BB"/>
    <w:rsid w:val="001D14A4"/>
    <w:rsid w:val="001E0E4E"/>
    <w:rsid w:val="00221884"/>
    <w:rsid w:val="00254C42"/>
    <w:rsid w:val="002846A8"/>
    <w:rsid w:val="002A191A"/>
    <w:rsid w:val="002A4CA1"/>
    <w:rsid w:val="002A715A"/>
    <w:rsid w:val="00314297"/>
    <w:rsid w:val="00392874"/>
    <w:rsid w:val="003A62D2"/>
    <w:rsid w:val="003B7F1E"/>
    <w:rsid w:val="00403F1C"/>
    <w:rsid w:val="00493EA1"/>
    <w:rsid w:val="004C6F37"/>
    <w:rsid w:val="004D041B"/>
    <w:rsid w:val="004D623E"/>
    <w:rsid w:val="005A68E4"/>
    <w:rsid w:val="005B4FEC"/>
    <w:rsid w:val="006569DF"/>
    <w:rsid w:val="00665639"/>
    <w:rsid w:val="00691834"/>
    <w:rsid w:val="006A3C49"/>
    <w:rsid w:val="006F6FC1"/>
    <w:rsid w:val="00736595"/>
    <w:rsid w:val="007520AB"/>
    <w:rsid w:val="007900D2"/>
    <w:rsid w:val="007A263E"/>
    <w:rsid w:val="007A40F6"/>
    <w:rsid w:val="007D701A"/>
    <w:rsid w:val="008429D1"/>
    <w:rsid w:val="00897415"/>
    <w:rsid w:val="008D1036"/>
    <w:rsid w:val="0091409A"/>
    <w:rsid w:val="009B54BD"/>
    <w:rsid w:val="009C6A19"/>
    <w:rsid w:val="009D446A"/>
    <w:rsid w:val="00A10A53"/>
    <w:rsid w:val="00A31F62"/>
    <w:rsid w:val="00A437BD"/>
    <w:rsid w:val="00A555A6"/>
    <w:rsid w:val="00A61348"/>
    <w:rsid w:val="00A61688"/>
    <w:rsid w:val="00A7133D"/>
    <w:rsid w:val="00A91599"/>
    <w:rsid w:val="00AD7DE6"/>
    <w:rsid w:val="00B345F3"/>
    <w:rsid w:val="00B362DA"/>
    <w:rsid w:val="00BB0418"/>
    <w:rsid w:val="00BC3E8A"/>
    <w:rsid w:val="00BC508B"/>
    <w:rsid w:val="00BD3818"/>
    <w:rsid w:val="00BE7D6B"/>
    <w:rsid w:val="00CB441C"/>
    <w:rsid w:val="00D04D9E"/>
    <w:rsid w:val="00D50F83"/>
    <w:rsid w:val="00D901E5"/>
    <w:rsid w:val="00DC0D21"/>
    <w:rsid w:val="00DC6394"/>
    <w:rsid w:val="00DE10B4"/>
    <w:rsid w:val="00DF0830"/>
    <w:rsid w:val="00E01FF1"/>
    <w:rsid w:val="00E02977"/>
    <w:rsid w:val="00E15B6D"/>
    <w:rsid w:val="00E2624E"/>
    <w:rsid w:val="00E6418D"/>
    <w:rsid w:val="00E76305"/>
    <w:rsid w:val="00EC5034"/>
    <w:rsid w:val="00EE2A3B"/>
    <w:rsid w:val="00F4161C"/>
    <w:rsid w:val="00F7257A"/>
    <w:rsid w:val="00F7341A"/>
    <w:rsid w:val="00F8412B"/>
    <w:rsid w:val="00FF4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0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900D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249</TotalTime>
  <Pages>3</Pages>
  <Words>167</Words>
  <Characters>954</Characters>
  <Application>Microsoft Office Outlook</Application>
  <DocSecurity>0</DocSecurity>
  <Lines>0</Lines>
  <Paragraphs>0</Paragraphs>
  <ScaleCrop>false</ScaleCrop>
  <Company>Norristown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Laskey, Concetta</dc:creator>
  <cp:keywords/>
  <dc:description/>
  <cp:lastModifiedBy>NASD</cp:lastModifiedBy>
  <cp:revision>68</cp:revision>
  <dcterms:created xsi:type="dcterms:W3CDTF">2010-10-01T19:22:00Z</dcterms:created>
  <dcterms:modified xsi:type="dcterms:W3CDTF">2010-10-05T15:17:00Z</dcterms:modified>
</cp:coreProperties>
</file>